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14"/>
        <w:gridCol w:w="2323"/>
        <w:gridCol w:w="1473"/>
        <w:gridCol w:w="1753"/>
        <w:gridCol w:w="1499"/>
        <w:gridCol w:w="1166"/>
        <w:gridCol w:w="1351"/>
        <w:gridCol w:w="1224"/>
        <w:gridCol w:w="216"/>
        <w:gridCol w:w="1148"/>
      </w:tblGrid>
      <w:tr w:rsidR="00E434E8" w:rsidRPr="0031248F" w14:paraId="735D8FB9" w14:textId="520B2537" w:rsidTr="003954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6C7B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98C0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F76F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5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3691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Приложение № 3 к Договору 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18F7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F8FA4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E434E8" w:rsidRPr="0031248F" w14:paraId="7DFED060" w14:textId="545651A8" w:rsidTr="003954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9DCC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8309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C7A3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8A1D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№ _________от 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4278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B776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77406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E434E8" w:rsidRPr="0031248F" w14:paraId="436CBFF5" w14:textId="7D7AC36C" w:rsidTr="003954D5">
        <w:trPr>
          <w:trHeight w:val="300"/>
        </w:trPr>
        <w:tc>
          <w:tcPr>
            <w:tcW w:w="114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91AE" w14:textId="77777777" w:rsidR="003954D5" w:rsidRDefault="003954D5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8F2B591" w14:textId="77777777" w:rsidR="003954D5" w:rsidRDefault="003954D5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38D0104" w14:textId="2E8FAD28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ПЕРЕЧЕНЬ ОБЪЕКТОВ ИСПОЛНИТЕЛЯ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A7FDBE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54D5" w:rsidRPr="0031248F" w14:paraId="0B3971A9" w14:textId="6CBE576F" w:rsidTr="003954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FB1D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4A99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98DE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227E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E4D6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ADE6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2753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5BAA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2D2F5D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4D5" w:rsidRPr="0031248F" w14:paraId="2394DCF1" w14:textId="297EEE4F" w:rsidTr="003954D5">
        <w:trPr>
          <w:trHeight w:val="24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1F43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1007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A958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Адрес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75C8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МОП,  м2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20D9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Год постройки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D83C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Этажность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4080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Наличие тех. возможности установки ОДПУ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4C02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1248F">
              <w:rPr>
                <w:rFonts w:ascii="Tahoma" w:eastAsia="Times New Roman" w:hAnsi="Tahoma" w:cs="Tahoma"/>
                <w:color w:val="000000"/>
              </w:rPr>
              <w:t>Ветхое/</w:t>
            </w:r>
            <w:r w:rsidRPr="0031248F">
              <w:rPr>
                <w:rFonts w:ascii="Tahoma" w:eastAsia="Times New Roman" w:hAnsi="Tahoma" w:cs="Tahoma"/>
                <w:color w:val="000000"/>
              </w:rPr>
              <w:br/>
              <w:t>аварийно</w:t>
            </w:r>
            <w:bookmarkStart w:id="0" w:name="_GoBack"/>
            <w:bookmarkEnd w:id="0"/>
            <w:r w:rsidRPr="0031248F">
              <w:rPr>
                <w:rFonts w:ascii="Tahoma" w:eastAsia="Times New Roman" w:hAnsi="Tahoma" w:cs="Tahoma"/>
                <w:color w:val="000000"/>
              </w:rPr>
              <w:t>е жилье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891948" w14:textId="6DA6030B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954D5">
              <w:rPr>
                <w:rFonts w:ascii="Tahoma" w:eastAsia="Times New Roman" w:hAnsi="Tahoma" w:cs="Tahoma"/>
                <w:color w:val="000000"/>
              </w:rPr>
              <w:t>Норматив потребления тепловой энергии на подогрев горячей воды, Гкал/ м3</w:t>
            </w:r>
          </w:p>
        </w:tc>
      </w:tr>
      <w:tr w:rsidR="003954D5" w:rsidRPr="0031248F" w14:paraId="7F6A3658" w14:textId="0BF15869" w:rsidTr="003954D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6062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3525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Многоквартирный дом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7FFF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0BEA" w14:textId="6282FA9A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E547" w14:textId="1A6652CB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A364" w14:textId="0B7B75E4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21EC" w14:textId="299D1D58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3878" w14:textId="722C53F0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9630D" w14:textId="77777777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4D5" w:rsidRPr="0031248F" w14:paraId="2AD1FCBE" w14:textId="62B9B852" w:rsidTr="003954D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DD9C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6518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Многоквартирный дом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FEC4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48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961F" w14:textId="4E3E5D25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CF2EA" w14:textId="566DD2D7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B1B5" w14:textId="6C1400C1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13729" w14:textId="6323B642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DE188" w14:textId="55D4E360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1063" w14:textId="77777777" w:rsidR="00E434E8" w:rsidRPr="0031248F" w:rsidRDefault="00E434E8" w:rsidP="003124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4D5" w:rsidRPr="0031248F" w14:paraId="0A82E00A" w14:textId="1A3E5D57" w:rsidTr="003954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D2CC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CAC7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1900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CD46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B9B7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7FAA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82F5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E7EB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F8EFF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4D5" w:rsidRPr="0031248F" w14:paraId="76720FA8" w14:textId="4F6DB5E9" w:rsidTr="003954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A5EA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EA63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8C69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9E0A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D641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2F50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F6A4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BE9C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88D5A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434E8" w:rsidRPr="0031248F" w14:paraId="049150F3" w14:textId="7A838A23" w:rsidTr="003954D5">
        <w:trPr>
          <w:trHeight w:val="300"/>
        </w:trPr>
        <w:tc>
          <w:tcPr>
            <w:tcW w:w="114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8796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ПОДПИСИ СТОРОН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5755C1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434E8" w:rsidRPr="0031248F" w14:paraId="6E0774A8" w14:textId="68819C76" w:rsidTr="003954D5">
        <w:trPr>
          <w:trHeight w:val="9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2A61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5BC9B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15955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CCF3E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5C426B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3954D5" w:rsidRPr="0031248F" w14:paraId="4F172FE5" w14:textId="216CDDC3" w:rsidTr="003954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49E4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8939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AF792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867CB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2A2B9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7416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6AE0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E905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441FA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4D5" w:rsidRPr="0031248F" w14:paraId="18C23300" w14:textId="34E4003E" w:rsidTr="003954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53E2E" w14:textId="77777777" w:rsidR="00E434E8" w:rsidRPr="0031248F" w:rsidRDefault="00E434E8" w:rsidP="0031248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F4A52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2FCF1" w14:textId="77777777" w:rsidR="00E434E8" w:rsidRPr="0031248F" w:rsidRDefault="00E434E8" w:rsidP="0031248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5229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D9F8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C838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1755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15FC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A1DFF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434E8" w:rsidRPr="0031248F" w14:paraId="6AD91AC4" w14:textId="158D8074" w:rsidTr="003954D5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414B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4C03A" w14:textId="2D610F14" w:rsidR="00E434E8" w:rsidRPr="0031248F" w:rsidRDefault="00E434E8" w:rsidP="003954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________________________(________)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2CCA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6124E" w14:textId="093E3AEA" w:rsidR="00E434E8" w:rsidRPr="0031248F" w:rsidRDefault="00E434E8" w:rsidP="003954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__________________(__________)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859A2F" w14:textId="77777777" w:rsidR="00E434E8" w:rsidRPr="0031248F" w:rsidRDefault="00E434E8" w:rsidP="0031248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E434E8" w:rsidRPr="0031248F" w14:paraId="4E15EAE8" w14:textId="5078F82E" w:rsidTr="003954D5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C8A4" w14:textId="77777777" w:rsidR="00E434E8" w:rsidRPr="0031248F" w:rsidRDefault="00E434E8" w:rsidP="0031248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1248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       М.П.                                                                                                                                           М.П.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0395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5A52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5E755" w14:textId="77777777" w:rsidR="00E434E8" w:rsidRPr="0031248F" w:rsidRDefault="00E434E8" w:rsidP="003124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9E1AE6F" w14:textId="77777777" w:rsidR="00FE114A" w:rsidRDefault="00FE114A"/>
    <w:sectPr w:rsidR="00FE114A" w:rsidSect="003124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1E931" w14:textId="77777777" w:rsidR="00981083" w:rsidRDefault="00981083">
      <w:pPr>
        <w:spacing w:after="0" w:line="240" w:lineRule="auto"/>
      </w:pPr>
      <w:r>
        <w:separator/>
      </w:r>
    </w:p>
  </w:endnote>
  <w:endnote w:type="continuationSeparator" w:id="0">
    <w:p w14:paraId="371D011C" w14:textId="77777777" w:rsidR="00981083" w:rsidRDefault="0098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9D8D2" w14:textId="77777777" w:rsidR="00981083" w:rsidRDefault="00981083">
      <w:pPr>
        <w:spacing w:after="0" w:line="240" w:lineRule="auto"/>
      </w:pPr>
      <w:r>
        <w:separator/>
      </w:r>
    </w:p>
  </w:footnote>
  <w:footnote w:type="continuationSeparator" w:id="0">
    <w:p w14:paraId="3E95D6CE" w14:textId="77777777" w:rsidR="00981083" w:rsidRDefault="00981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8F"/>
    <w:rsid w:val="00266DA7"/>
    <w:rsid w:val="0031248F"/>
    <w:rsid w:val="003954D5"/>
    <w:rsid w:val="004B3F67"/>
    <w:rsid w:val="005C4895"/>
    <w:rsid w:val="00780BA8"/>
    <w:rsid w:val="00981083"/>
    <w:rsid w:val="00B05BEA"/>
    <w:rsid w:val="00E434E8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6603F"/>
  <w15:docId w15:val="{5497C805-99CD-40B4-94BB-110CE010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Balloon Text"/>
    <w:basedOn w:val="a"/>
    <w:link w:val="a8"/>
    <w:uiPriority w:val="99"/>
    <w:semiHidden/>
    <w:unhideWhenUsed/>
    <w:rsid w:val="00E43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3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605F82-24B4-4990-A307-D6B497AB4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4</cp:revision>
  <dcterms:created xsi:type="dcterms:W3CDTF">2022-02-09T08:28:00Z</dcterms:created>
  <dcterms:modified xsi:type="dcterms:W3CDTF">2022-03-22T07:34:00Z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